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759F" w14:textId="77777777" w:rsidR="00E45042" w:rsidRDefault="00E45042" w:rsidP="00340397"/>
    <w:p w14:paraId="014EF628" w14:textId="77777777" w:rsidR="008A0191" w:rsidRDefault="008A0191" w:rsidP="00986CF4"/>
    <w:p w14:paraId="127F5E4F" w14:textId="77777777" w:rsidR="008A0191" w:rsidRDefault="008A0191" w:rsidP="00986CF4"/>
    <w:p w14:paraId="31A190BD" w14:textId="77777777" w:rsidR="008A0191" w:rsidRDefault="008A0191" w:rsidP="008A0191">
      <w:pPr>
        <w:spacing w:after="0" w:line="240" w:lineRule="auto"/>
        <w:jc w:val="both"/>
      </w:pPr>
    </w:p>
    <w:p w14:paraId="6943226B" w14:textId="77777777" w:rsidR="008A0191" w:rsidRPr="008A0191" w:rsidRDefault="008A0191" w:rsidP="008A0191">
      <w:pPr>
        <w:spacing w:after="0" w:line="240" w:lineRule="auto"/>
        <w:jc w:val="both"/>
        <w:rPr>
          <w:b/>
          <w:bCs/>
        </w:rPr>
      </w:pPr>
      <w:r w:rsidRPr="008A0191">
        <w:rPr>
          <w:b/>
          <w:bCs/>
        </w:rPr>
        <w:t>Riigi Kaitseinvesteeringute Keskus</w:t>
      </w:r>
    </w:p>
    <w:p w14:paraId="4F6C6F2A" w14:textId="1F93196D" w:rsidR="008A0191" w:rsidRPr="008A0191" w:rsidRDefault="008A0191" w:rsidP="008A0191">
      <w:pPr>
        <w:spacing w:after="0" w:line="240" w:lineRule="auto"/>
        <w:jc w:val="both"/>
        <w:rPr>
          <w:b/>
          <w:bCs/>
        </w:rPr>
      </w:pPr>
      <w:r w:rsidRPr="008A0191">
        <w:rPr>
          <w:b/>
          <w:bCs/>
        </w:rPr>
        <w:t xml:space="preserve">Järve 34a, </w:t>
      </w:r>
    </w:p>
    <w:p w14:paraId="0DF173E7" w14:textId="247A09A7" w:rsidR="008A0191" w:rsidRDefault="008A0191" w:rsidP="008A0191">
      <w:pPr>
        <w:spacing w:after="0" w:line="240" w:lineRule="auto"/>
        <w:jc w:val="both"/>
      </w:pPr>
      <w:r w:rsidRPr="008A0191">
        <w:rPr>
          <w:b/>
          <w:bCs/>
        </w:rPr>
        <w:t>11314 Tallinn</w:t>
      </w:r>
      <w:r w:rsidRPr="008A0191">
        <w:rPr>
          <w:b/>
          <w:bCs/>
        </w:rPr>
        <w:tab/>
      </w:r>
      <w:r>
        <w:tab/>
      </w:r>
    </w:p>
    <w:p w14:paraId="4AC05EE9" w14:textId="77777777" w:rsidR="008A0191" w:rsidRDefault="008A0191" w:rsidP="00986CF4"/>
    <w:p w14:paraId="651515CD" w14:textId="7A0DB9CF" w:rsidR="008C3700" w:rsidRDefault="008A0191" w:rsidP="00986CF4">
      <w:r>
        <w:t>Lp</w:t>
      </w:r>
      <w:r w:rsidR="00986CF4">
        <w:t xml:space="preserve"> </w:t>
      </w:r>
      <w:r w:rsidRPr="008A0191">
        <w:t xml:space="preserve">Siim </w:t>
      </w:r>
      <w:proofErr w:type="spellStart"/>
      <w:r w:rsidRPr="008A0191">
        <w:t>Pikkur</w:t>
      </w:r>
      <w:proofErr w:type="spellEnd"/>
      <w:r>
        <w:tab/>
      </w:r>
      <w:r w:rsidR="008C3700">
        <w:tab/>
      </w:r>
      <w:r w:rsidR="008C3700">
        <w:tab/>
      </w:r>
      <w:r w:rsidR="00014DB9">
        <w:tab/>
      </w:r>
      <w:r w:rsidR="00014DB9">
        <w:tab/>
      </w:r>
      <w:r w:rsidR="00014DB9">
        <w:tab/>
      </w:r>
      <w:r w:rsidR="00014DB9">
        <w:tab/>
      </w:r>
      <w:r w:rsidR="00014DB9">
        <w:tab/>
      </w:r>
      <w:r>
        <w:t>Meie: 1</w:t>
      </w:r>
      <w:r w:rsidR="008C3700">
        <w:t>9</w:t>
      </w:r>
      <w:r w:rsidR="00014DB9">
        <w:t>.0</w:t>
      </w:r>
      <w:r>
        <w:t>2</w:t>
      </w:r>
      <w:r w:rsidR="00014DB9">
        <w:t>.202</w:t>
      </w:r>
      <w:r>
        <w:t>4</w:t>
      </w:r>
      <w:r w:rsidR="008C3700">
        <w:t xml:space="preserve"> </w:t>
      </w:r>
      <w:r w:rsidRPr="008A0191">
        <w:t>siim.pikkur@rkik.ee</w:t>
      </w:r>
      <w:r w:rsidRPr="008A0191">
        <w:tab/>
      </w:r>
    </w:p>
    <w:p w14:paraId="7DDC0D44" w14:textId="77777777" w:rsidR="003A4724" w:rsidRDefault="003A4724" w:rsidP="00986CF4"/>
    <w:p w14:paraId="52B0F6A1" w14:textId="7CF9C54E" w:rsidR="00986CF4" w:rsidRPr="00530CC8" w:rsidRDefault="008A0191" w:rsidP="00986CF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Taotlus projektijuhi vahetuseks</w:t>
      </w:r>
    </w:p>
    <w:p w14:paraId="69F260B8" w14:textId="55856832" w:rsidR="00986CF4" w:rsidRDefault="00986CF4" w:rsidP="00986CF4"/>
    <w:p w14:paraId="24ADCC6D" w14:textId="56BA5FE1" w:rsidR="008527A4" w:rsidRPr="00AB124C" w:rsidRDefault="008A0191" w:rsidP="00AB124C">
      <w:pPr>
        <w:jc w:val="both"/>
        <w:rPr>
          <w:rFonts w:cs="Calibri"/>
        </w:rPr>
      </w:pPr>
      <w:r>
        <w:t xml:space="preserve">Tariston AS ja </w:t>
      </w:r>
      <w:r w:rsidRPr="008A0191">
        <w:t xml:space="preserve">Riigi Kaitseinvesteeringute Keskus </w:t>
      </w:r>
      <w:r>
        <w:t xml:space="preserve">vahel on sõlmitud töövõtulepingule nr. </w:t>
      </w:r>
      <w:r w:rsidRPr="005513D2">
        <w:rPr>
          <w:rFonts w:cs="Calibri"/>
        </w:rPr>
        <w:t xml:space="preserve">26.01.2024 nr </w:t>
      </w:r>
      <w:r>
        <w:rPr>
          <w:rFonts w:cs="Calibri"/>
        </w:rPr>
        <w:t>3</w:t>
      </w:r>
      <w:r w:rsidRPr="005513D2">
        <w:rPr>
          <w:rFonts w:cs="Calibri"/>
        </w:rPr>
        <w:t>-</w:t>
      </w:r>
      <w:r>
        <w:rPr>
          <w:rFonts w:cs="Calibri"/>
        </w:rPr>
        <w:t>6</w:t>
      </w:r>
      <w:r w:rsidRPr="005513D2">
        <w:rPr>
          <w:rFonts w:cs="Calibri"/>
        </w:rPr>
        <w:t>/2</w:t>
      </w:r>
      <w:r>
        <w:rPr>
          <w:rFonts w:cs="Calibri"/>
        </w:rPr>
        <w:t>4</w:t>
      </w:r>
      <w:r w:rsidRPr="005513D2">
        <w:rPr>
          <w:rFonts w:cs="Calibri"/>
        </w:rPr>
        <w:t>/55-1</w:t>
      </w:r>
      <w:r>
        <w:rPr>
          <w:rFonts w:cs="Calibri"/>
        </w:rPr>
        <w:t xml:space="preserve">, kus </w:t>
      </w:r>
      <w:r w:rsidRPr="008A0191">
        <w:rPr>
          <w:rFonts w:cs="Calibri"/>
        </w:rPr>
        <w:t>Töövõtja</w:t>
      </w:r>
      <w:r>
        <w:rPr>
          <w:rFonts w:cs="Calibri"/>
        </w:rPr>
        <w:t xml:space="preserve">  vastutavaks</w:t>
      </w:r>
      <w:r w:rsidRPr="008A0191">
        <w:rPr>
          <w:rFonts w:cs="Calibri"/>
        </w:rPr>
        <w:t xml:space="preserve"> kontaktisiku</w:t>
      </w:r>
      <w:r>
        <w:rPr>
          <w:rFonts w:cs="Calibri"/>
        </w:rPr>
        <w:t xml:space="preserve">ks on määratud projektijuht Kristjan Toome. Tulenevalt asjaolust, et </w:t>
      </w:r>
      <w:r w:rsidRPr="008A0191">
        <w:rPr>
          <w:rFonts w:cs="Calibri"/>
        </w:rPr>
        <w:t>Kristjan Toome</w:t>
      </w:r>
      <w:r>
        <w:rPr>
          <w:rFonts w:cs="Calibri"/>
        </w:rPr>
        <w:t xml:space="preserve"> lõpetas </w:t>
      </w:r>
      <w:r w:rsidR="00AB124C">
        <w:rPr>
          <w:rFonts w:cs="Calibri"/>
        </w:rPr>
        <w:t xml:space="preserve">töösuhte Tariston </w:t>
      </w:r>
      <w:proofErr w:type="spellStart"/>
      <w:r w:rsidR="00AB124C">
        <w:rPr>
          <w:rFonts w:cs="Calibri"/>
        </w:rPr>
        <w:t>AS-ga</w:t>
      </w:r>
      <w:proofErr w:type="spellEnd"/>
      <w:r w:rsidR="00AB124C">
        <w:rPr>
          <w:rFonts w:cs="Calibri"/>
        </w:rPr>
        <w:t xml:space="preserve"> soovime </w:t>
      </w:r>
      <w:r w:rsidR="00AB124C" w:rsidRPr="00AB124C">
        <w:t>vastutavaks kontaktisikuks m</w:t>
      </w:r>
      <w:r w:rsidR="00AB124C">
        <w:t xml:space="preserve">äärata Aleksandr </w:t>
      </w:r>
      <w:proofErr w:type="spellStart"/>
      <w:r w:rsidR="00AB124C">
        <w:t>Lember´it</w:t>
      </w:r>
      <w:proofErr w:type="spellEnd"/>
      <w:r w:rsidR="00AB124C">
        <w:t>.</w:t>
      </w:r>
      <w:r w:rsidR="00AB124C">
        <w:rPr>
          <w:rFonts w:cs="Calibri"/>
        </w:rPr>
        <w:t xml:space="preserve"> </w:t>
      </w:r>
      <w:r w:rsidR="00AB124C">
        <w:t>T</w:t>
      </w:r>
      <w:r w:rsidRPr="008A0191">
        <w:t>aotlus</w:t>
      </w:r>
      <w:r w:rsidR="00AB124C">
        <w:t xml:space="preserve">ele on lisatud </w:t>
      </w:r>
      <w:r w:rsidRPr="008A0191">
        <w:t>tõendid isiku vastavuse kohta.</w:t>
      </w:r>
    </w:p>
    <w:p w14:paraId="2EB4F976" w14:textId="6FD2F383" w:rsidR="008527A4" w:rsidRDefault="008527A4" w:rsidP="00986CF4"/>
    <w:p w14:paraId="0AD4EC05" w14:textId="77777777" w:rsidR="008527A4" w:rsidRDefault="008527A4" w:rsidP="00986CF4"/>
    <w:p w14:paraId="7B8EF60E" w14:textId="262EB8FD" w:rsidR="00BB01EA" w:rsidRDefault="00BB01EA" w:rsidP="00986CF4">
      <w:r w:rsidRPr="00BB01EA">
        <w:t>(allkirjastatud digitaalselt)</w:t>
      </w:r>
    </w:p>
    <w:p w14:paraId="6CB533D1" w14:textId="332BBC4D" w:rsidR="00530CC8" w:rsidRDefault="00986CF4" w:rsidP="00530CC8">
      <w:r>
        <w:t>Lugupidamisega</w:t>
      </w:r>
    </w:p>
    <w:p w14:paraId="53E4A653" w14:textId="1C234ECD" w:rsidR="00BB01EA" w:rsidRDefault="00BB01EA" w:rsidP="00530CC8">
      <w:r>
        <w:t>Kaspar Kaldjärv</w:t>
      </w:r>
    </w:p>
    <w:p w14:paraId="49FE6CB8" w14:textId="4B36B715" w:rsidR="00BB01EA" w:rsidRDefault="00BB01EA" w:rsidP="00530CC8">
      <w:r>
        <w:t>Juhatuse liige</w:t>
      </w:r>
    </w:p>
    <w:p w14:paraId="43BA2173" w14:textId="3752C26E" w:rsidR="00BB01EA" w:rsidRDefault="00BB01EA" w:rsidP="00530CC8">
      <w:r>
        <w:t>Tariston AS</w:t>
      </w:r>
    </w:p>
    <w:p w14:paraId="3AB183EE" w14:textId="77777777" w:rsidR="00BB01EA" w:rsidRDefault="00BB01EA" w:rsidP="00530CC8"/>
    <w:p w14:paraId="0E30B89D" w14:textId="77777777" w:rsidR="00BB01EA" w:rsidRDefault="00BB01EA" w:rsidP="00530CC8"/>
    <w:p w14:paraId="3F621635" w14:textId="77777777" w:rsidR="00BB01EA" w:rsidRDefault="00BB01EA" w:rsidP="00530CC8"/>
    <w:p w14:paraId="1D668D66" w14:textId="77777777" w:rsidR="00BB01EA" w:rsidRDefault="00BB01EA" w:rsidP="00530CC8"/>
    <w:p w14:paraId="73E82EA7" w14:textId="77777777" w:rsidR="00014DB9" w:rsidRDefault="00014DB9" w:rsidP="008527A4"/>
    <w:p w14:paraId="3FCC1C05" w14:textId="7E91DAD9" w:rsidR="009B7034" w:rsidRPr="00340397" w:rsidRDefault="009B7034" w:rsidP="00986CF4"/>
    <w:sectPr w:rsidR="009B7034" w:rsidRPr="00340397" w:rsidSect="003574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4" w:right="1559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0A229" w14:textId="77777777" w:rsidR="0035742D" w:rsidRDefault="0035742D" w:rsidP="005625D9">
      <w:pPr>
        <w:spacing w:after="0" w:line="240" w:lineRule="auto"/>
      </w:pPr>
      <w:r>
        <w:separator/>
      </w:r>
    </w:p>
  </w:endnote>
  <w:endnote w:type="continuationSeparator" w:id="0">
    <w:p w14:paraId="458B770F" w14:textId="77777777" w:rsidR="0035742D" w:rsidRDefault="0035742D" w:rsidP="0056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92A3" w14:textId="77777777" w:rsidR="00A9673B" w:rsidRDefault="00A967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00A0" w14:textId="77777777" w:rsidR="00A9673B" w:rsidRDefault="00A967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B088" w14:textId="77777777" w:rsidR="005625D9" w:rsidRDefault="00555403">
    <w:pPr>
      <w:pStyle w:val="Footer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32D6F5A4" wp14:editId="7B9A6B1E">
          <wp:simplePos x="0" y="0"/>
          <wp:positionH relativeFrom="margin">
            <wp:posOffset>-346234</wp:posOffset>
          </wp:positionH>
          <wp:positionV relativeFrom="paragraph">
            <wp:posOffset>-231775</wp:posOffset>
          </wp:positionV>
          <wp:extent cx="6065048" cy="3492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5048" cy="34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EEDF0" w14:textId="77777777" w:rsidR="0035742D" w:rsidRDefault="0035742D" w:rsidP="005625D9">
      <w:pPr>
        <w:spacing w:after="0" w:line="240" w:lineRule="auto"/>
      </w:pPr>
      <w:r>
        <w:separator/>
      </w:r>
    </w:p>
  </w:footnote>
  <w:footnote w:type="continuationSeparator" w:id="0">
    <w:p w14:paraId="6AED228A" w14:textId="77777777" w:rsidR="0035742D" w:rsidRDefault="0035742D" w:rsidP="00562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C5B2" w14:textId="77777777" w:rsidR="00A9673B" w:rsidRDefault="00A967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8041F" w14:textId="77777777" w:rsidR="005625D9" w:rsidRDefault="005625D9">
    <w:pPr>
      <w:pStyle w:val="Header"/>
    </w:pPr>
  </w:p>
  <w:p w14:paraId="2422F859" w14:textId="77777777" w:rsidR="005625D9" w:rsidRDefault="00562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C0CD" w14:textId="77777777" w:rsidR="004D66EC" w:rsidRDefault="004D66EC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0" locked="0" layoutInCell="1" allowOverlap="1" wp14:anchorId="0267E61F" wp14:editId="66F3D248">
          <wp:simplePos x="0" y="0"/>
          <wp:positionH relativeFrom="page">
            <wp:posOffset>702310</wp:posOffset>
          </wp:positionH>
          <wp:positionV relativeFrom="page">
            <wp:posOffset>702310</wp:posOffset>
          </wp:positionV>
          <wp:extent cx="1627200" cy="2916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ariston_header_300dp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7200" cy="29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CF4"/>
    <w:rsid w:val="00014DB9"/>
    <w:rsid w:val="000F45A9"/>
    <w:rsid w:val="001B2B26"/>
    <w:rsid w:val="00282832"/>
    <w:rsid w:val="002920A2"/>
    <w:rsid w:val="00340397"/>
    <w:rsid w:val="0035742D"/>
    <w:rsid w:val="003A4724"/>
    <w:rsid w:val="003A64F4"/>
    <w:rsid w:val="00473572"/>
    <w:rsid w:val="004B32F2"/>
    <w:rsid w:val="004D66EC"/>
    <w:rsid w:val="004F0740"/>
    <w:rsid w:val="00523EC9"/>
    <w:rsid w:val="00530CC8"/>
    <w:rsid w:val="00555403"/>
    <w:rsid w:val="00557522"/>
    <w:rsid w:val="005625D9"/>
    <w:rsid w:val="00632210"/>
    <w:rsid w:val="00634CDA"/>
    <w:rsid w:val="00794D85"/>
    <w:rsid w:val="007A4ED1"/>
    <w:rsid w:val="007A7DBC"/>
    <w:rsid w:val="008527A4"/>
    <w:rsid w:val="00865707"/>
    <w:rsid w:val="008A0191"/>
    <w:rsid w:val="008A39F4"/>
    <w:rsid w:val="008C3700"/>
    <w:rsid w:val="0096044E"/>
    <w:rsid w:val="00986CF4"/>
    <w:rsid w:val="009B7034"/>
    <w:rsid w:val="00A90CC9"/>
    <w:rsid w:val="00A9673B"/>
    <w:rsid w:val="00AB124C"/>
    <w:rsid w:val="00AB2AD0"/>
    <w:rsid w:val="00AC026B"/>
    <w:rsid w:val="00B24512"/>
    <w:rsid w:val="00BB01EA"/>
    <w:rsid w:val="00BC4AEF"/>
    <w:rsid w:val="00C07D06"/>
    <w:rsid w:val="00C75047"/>
    <w:rsid w:val="00CC6556"/>
    <w:rsid w:val="00D46D25"/>
    <w:rsid w:val="00DD28CB"/>
    <w:rsid w:val="00E11B0A"/>
    <w:rsid w:val="00E45042"/>
    <w:rsid w:val="00E6254F"/>
    <w:rsid w:val="00E8669F"/>
    <w:rsid w:val="00EC7C03"/>
    <w:rsid w:val="00F44624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50A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D9"/>
  </w:style>
  <w:style w:type="paragraph" w:styleId="Footer">
    <w:name w:val="footer"/>
    <w:basedOn w:val="Normal"/>
    <w:link w:val="FooterChar"/>
    <w:uiPriority w:val="99"/>
    <w:unhideWhenUsed/>
    <w:rsid w:val="00562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D9"/>
  </w:style>
  <w:style w:type="paragraph" w:styleId="BalloonText">
    <w:name w:val="Balloon Text"/>
    <w:basedOn w:val="Normal"/>
    <w:link w:val="BalloonTextChar"/>
    <w:uiPriority w:val="99"/>
    <w:semiHidden/>
    <w:unhideWhenUsed/>
    <w:rsid w:val="00C0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0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14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4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grupp.sise\OfficeTemplates\Templates\TRT\Kirjaplank_Tarist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F1CED7AD48744FBA129F8D66C4F59F" ma:contentTypeVersion="4" ma:contentTypeDescription="Create a new document." ma:contentTypeScope="" ma:versionID="2c87484301ab812bcb75f927a753b4c0">
  <xsd:schema xmlns:xsd="http://www.w3.org/2001/XMLSchema" xmlns:xs="http://www.w3.org/2001/XMLSchema" xmlns:p="http://schemas.microsoft.com/office/2006/metadata/properties" xmlns:ns2="e7633701-8093-42e3-a6ad-2cfd16ebefa7" xmlns:ns3="56cb1f15-8d91-4953-9062-89fd812f069c" targetNamespace="http://schemas.microsoft.com/office/2006/metadata/properties" ma:root="true" ma:fieldsID="0fd1f94dc9cf5fec90e3b04a2fe25b38" ns2:_="" ns3:_="">
    <xsd:import namespace="e7633701-8093-42e3-a6ad-2cfd16ebefa7"/>
    <xsd:import namespace="56cb1f15-8d91-4953-9062-89fd812f06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duur" minOccurs="0"/>
                <xsd:element ref="ns3:Protsess" minOccurs="0"/>
                <xsd:element ref="ns3:protseduuri_x0020_jrk_x0020_nr" minOccurs="0"/>
                <xsd:element ref="ns3:dok_x0020_lii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33701-8093-42e3-a6ad-2cfd16ebef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b1f15-8d91-4953-9062-89fd812f069c" elementFormDefault="qualified">
    <xsd:import namespace="http://schemas.microsoft.com/office/2006/documentManagement/types"/>
    <xsd:import namespace="http://schemas.microsoft.com/office/infopath/2007/PartnerControls"/>
    <xsd:element name="Protseduur" ma:index="11" nillable="true" ma:displayName="Protseduur" ma:description="Millise protseduuri juures dokument loodud" ma:format="Dropdown" ma:internalName="Protseduur">
      <xsd:simpleType>
        <xsd:restriction base="dms:Choice">
          <xsd:enumeration value="00"/>
          <xsd:enumeration value="00 Põhjad"/>
          <xsd:enumeration value="01 Juhtimine ja suhtlus"/>
          <xsd:enumeration value="02 Mittevastavuste ja kaebuste käsitlemine"/>
          <xsd:enumeration value="03 Raamatupidamine"/>
          <xsd:enumeration value="04 Töösuhted ja personaliarendus"/>
          <xsd:enumeration value="05 Töö- ja keskkonnaohutus ettevõttes"/>
          <xsd:enumeration value="06 Sõidukid ja haldus"/>
          <xsd:enumeration value="07 Töö leidmine ja pakkumine"/>
          <xsd:enumeration value="08 Tellijaga lepingu sõlmimine ja töösseandmine"/>
          <xsd:enumeration value="09 Allhangete korraldamine ja allhankeleping"/>
          <xsd:enumeration value="10 Töö- ja keskkonnaohutus objektil"/>
          <xsd:enumeration value="11 Ehitustööde planeerimine ja juhtimine"/>
          <xsd:enumeration value="12 Ehitustööde lõpetamine ja garantiiperiood"/>
          <xsd:enumeration value="13 Teehooldetööd"/>
          <xsd:enumeration value="14 Pindamine"/>
          <xsd:enumeration value="15 Mäetööd"/>
          <xsd:enumeration value="16 Liikluskorraldusvahendite tootmine"/>
          <xsd:enumeration value="17 Rasketehnika"/>
          <xsd:enumeration value="18 Asfaltsegude tootmine"/>
          <xsd:enumeration value="19 Labor"/>
          <xsd:enumeration value="20 Asfaldi paigaldamine"/>
        </xsd:restriction>
      </xsd:simpleType>
    </xsd:element>
    <xsd:element name="Protsess" ma:index="12" nillable="true" ma:displayName="Protsess" ma:default="00" ma:format="Dropdown" ma:internalName="Protsess">
      <xsd:simpleType>
        <xsd:restriction base="dms:Choice">
          <xsd:enumeration value="00"/>
          <xsd:enumeration value="01 ÜLDTOIMINGUD"/>
          <xsd:enumeration value="02 MÜÜK JA HANKIMINE"/>
          <xsd:enumeration value="03 EHITUSOBJEKTI TEOSTAMINE"/>
          <xsd:enumeration value="04 TEEHOOLE; TEHNIKA JA TOOTMINE"/>
        </xsd:restriction>
      </xsd:simpleType>
    </xsd:element>
    <xsd:element name="protseduuri_x0020_jrk_x0020_nr" ma:index="13" nillable="true" ma:displayName="dok jrk nr" ma:description="selle järgi saab järjestada, et ei oleks tähestikuliselt" ma:internalName="protseduuri_x0020_jrk_x0020_nr" ma:percentage="FALSE">
      <xsd:simpleType>
        <xsd:restriction base="dms:Number"/>
      </xsd:simpleType>
    </xsd:element>
    <xsd:element name="dok_x0020_liik" ma:index="14" nillable="true" ma:displayName="dok liik" ma:default="Protseduur" ma:description="Kas protseduur, juhend/kord, vorm vm" ma:format="Dropdown" ma:internalName="dok_x0020_liik">
      <xsd:simpleType>
        <xsd:restriction base="dms:Choice">
          <xsd:enumeration value="Protseduur"/>
          <xsd:enumeration value="Juhend/kord"/>
          <xsd:enumeration value="Vorm"/>
          <xsd:enumeration value="Näid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tsess xmlns="56cb1f15-8d91-4953-9062-89fd812f069c">00</Protsess>
    <protseduuri_x0020_jrk_x0020_nr xmlns="56cb1f15-8d91-4953-9062-89fd812f069c">1</protseduuri_x0020_jrk_x0020_nr>
    <Protseduur xmlns="56cb1f15-8d91-4953-9062-89fd812f069c">00 Põhjad</Protseduur>
    <dok_x0020_liik xmlns="56cb1f15-8d91-4953-9062-89fd812f069c">Vorm</dok_x0020_liik>
    <_dlc_DocId xmlns="e7633701-8093-42e3-a6ad-2cfd16ebefa7">TQQAJPP7U5A7-1804-20</_dlc_DocId>
    <_dlc_DocIdUrl xmlns="e7633701-8093-42e3-a6ad-2cfd16ebefa7">
      <Url>http://dms/trt/02/_layouts/15/DocIdRedir.aspx?ID=TQQAJPP7U5A7-1804-20</Url>
      <Description>TQQAJPP7U5A7-1804-20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6EEE4E-6014-4CFD-AFA6-B5EEC3FFB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33701-8093-42e3-a6ad-2cfd16ebefa7"/>
    <ds:schemaRef ds:uri="56cb1f15-8d91-4953-9062-89fd812f06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84C33-BABF-4C48-8B74-F328469E425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243073-24CE-411E-81F4-A820898E67E9}">
  <ds:schemaRefs>
    <ds:schemaRef ds:uri="http://schemas.microsoft.com/office/2006/metadata/properties"/>
    <ds:schemaRef ds:uri="http://schemas.microsoft.com/office/infopath/2007/PartnerControls"/>
    <ds:schemaRef ds:uri="56cb1f15-8d91-4953-9062-89fd812f069c"/>
    <ds:schemaRef ds:uri="e7633701-8093-42e3-a6ad-2cfd16ebefa7"/>
  </ds:schemaRefs>
</ds:datastoreItem>
</file>

<file path=customXml/itemProps4.xml><?xml version="1.0" encoding="utf-8"?>
<ds:datastoreItem xmlns:ds="http://schemas.openxmlformats.org/officeDocument/2006/customXml" ds:itemID="{4BF0B84B-5B2A-4CFC-8B8F-21D2475683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</Template>
  <TotalTime>0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2022-05-26T08:35:00Z</dcterms:created>
  <dcterms:modified xsi:type="dcterms:W3CDTF">2024-02-19T14:55:00Z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0x010100C0F1CED7AD48744FBA129F8D66C4F59F</vt:lpwstr>
  </property>
  <property fmtid="{D5CDD505-2E9C-101B-9397-08002B2CF9AE}" pid="3" name="_dlc_DocIdItemGuid">
    <vt:lpwstr>97b52d5c-5161-4816-bd85-82ca9d37e254</vt:lpwstr>
  </property>
</Properties>
</file>